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98495" w14:textId="77777777" w:rsidR="00443DC4" w:rsidRDefault="00443DC4" w:rsidP="00443DC4">
      <w:pPr>
        <w:pStyle w:val="Corpotesto"/>
        <w:spacing w:before="73"/>
        <w:ind w:right="2149"/>
        <w:jc w:val="right"/>
      </w:pPr>
      <w:r>
        <w:t>Allegato</w:t>
      </w:r>
      <w:r>
        <w:rPr>
          <w:spacing w:val="-2"/>
        </w:rPr>
        <w:t xml:space="preserve"> </w:t>
      </w:r>
      <w:r>
        <w:t>2</w:t>
      </w:r>
    </w:p>
    <w:p w14:paraId="6A402137" w14:textId="77777777" w:rsidR="00443DC4" w:rsidRDefault="00443DC4" w:rsidP="00443DC4">
      <w:pPr>
        <w:pStyle w:val="Corpotesto"/>
        <w:rPr>
          <w:sz w:val="26"/>
        </w:rPr>
      </w:pPr>
    </w:p>
    <w:p w14:paraId="39473A0F" w14:textId="77777777" w:rsidR="00443DC4" w:rsidRDefault="00443DC4" w:rsidP="00443DC4">
      <w:pPr>
        <w:pStyle w:val="Corpotesto"/>
        <w:rPr>
          <w:sz w:val="22"/>
        </w:rPr>
      </w:pPr>
    </w:p>
    <w:p w14:paraId="7C8B2DAF" w14:textId="77777777" w:rsidR="00443DC4" w:rsidRDefault="00443DC4" w:rsidP="00443DC4">
      <w:pPr>
        <w:pStyle w:val="Titolo1"/>
        <w:ind w:left="3584"/>
      </w:pPr>
      <w:r>
        <w:t>Modulo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 presentazione</w:t>
      </w:r>
      <w:r>
        <w:rPr>
          <w:spacing w:val="-4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lista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candidati</w:t>
      </w:r>
    </w:p>
    <w:p w14:paraId="0264836C" w14:textId="77777777" w:rsidR="00443DC4" w:rsidRDefault="00443DC4" w:rsidP="00443DC4">
      <w:pPr>
        <w:pStyle w:val="Corpotesto"/>
        <w:rPr>
          <w:rFonts w:ascii="Arial"/>
          <w:b/>
          <w:sz w:val="26"/>
        </w:rPr>
      </w:pPr>
    </w:p>
    <w:p w14:paraId="651268A0" w14:textId="77777777" w:rsidR="00443DC4" w:rsidRDefault="00443DC4" w:rsidP="00443DC4">
      <w:pPr>
        <w:pStyle w:val="Corpotesto"/>
        <w:rPr>
          <w:rFonts w:ascii="Arial"/>
          <w:b/>
          <w:sz w:val="26"/>
        </w:rPr>
      </w:pPr>
    </w:p>
    <w:p w14:paraId="0E44AA48" w14:textId="77777777" w:rsidR="00443DC4" w:rsidRDefault="00443DC4" w:rsidP="00443DC4">
      <w:pPr>
        <w:pStyle w:val="Corpotesto"/>
        <w:spacing w:before="231"/>
        <w:ind w:left="6450"/>
      </w:pPr>
      <w:r>
        <w:t>(Art</w:t>
      </w:r>
      <w:r w:rsidRPr="008F5662">
        <w:t>.</w:t>
      </w:r>
      <w:r w:rsidRPr="008F5662">
        <w:rPr>
          <w:spacing w:val="-3"/>
        </w:rPr>
        <w:t xml:space="preserve"> </w:t>
      </w:r>
      <w:r w:rsidRPr="008F5662">
        <w:t>24</w:t>
      </w:r>
      <w:r w:rsidRPr="008F5662">
        <w:rPr>
          <w:spacing w:val="-2"/>
        </w:rPr>
        <w:t xml:space="preserve"> </w:t>
      </w:r>
      <w:r w:rsidRPr="008F5662">
        <w:t>O</w:t>
      </w:r>
      <w:r>
        <w:t>.M.)</w:t>
      </w:r>
    </w:p>
    <w:p w14:paraId="7B4542B3" w14:textId="77777777" w:rsidR="00443DC4" w:rsidRDefault="00443DC4" w:rsidP="00443DC4">
      <w:pPr>
        <w:pStyle w:val="Corpotesto"/>
        <w:ind w:left="5115"/>
      </w:pPr>
      <w:r>
        <w:t>Alla</w:t>
      </w:r>
      <w:r>
        <w:rPr>
          <w:spacing w:val="-3"/>
        </w:rPr>
        <w:t xml:space="preserve"> </w:t>
      </w:r>
      <w:r>
        <w:t>Commissione</w:t>
      </w:r>
      <w:r>
        <w:rPr>
          <w:spacing w:val="-5"/>
        </w:rPr>
        <w:t xml:space="preserve"> </w:t>
      </w:r>
      <w:r>
        <w:t>elettorale</w:t>
      </w:r>
      <w:r>
        <w:rPr>
          <w:spacing w:val="-1"/>
        </w:rPr>
        <w:t xml:space="preserve"> </w:t>
      </w:r>
      <w:r>
        <w:t>Centrale</w:t>
      </w:r>
    </w:p>
    <w:p w14:paraId="2B1CD639" w14:textId="77777777" w:rsidR="00443DC4" w:rsidRDefault="00443DC4" w:rsidP="00443DC4">
      <w:pPr>
        <w:pStyle w:val="Corpotesto"/>
        <w:ind w:left="5115"/>
      </w:pPr>
      <w:r>
        <w:t>…………………………………….……</w:t>
      </w:r>
    </w:p>
    <w:p w14:paraId="0C5312AA" w14:textId="77777777" w:rsidR="00443DC4" w:rsidRDefault="00443DC4" w:rsidP="00443DC4">
      <w:pPr>
        <w:pStyle w:val="Corpotesto"/>
        <w:ind w:left="5115"/>
      </w:pPr>
      <w:r>
        <w:t>………………………………………….</w:t>
      </w:r>
    </w:p>
    <w:p w14:paraId="69FFC1F2" w14:textId="77777777" w:rsidR="00443DC4" w:rsidRDefault="00443DC4" w:rsidP="00443DC4">
      <w:pPr>
        <w:pStyle w:val="Corpotesto"/>
        <w:ind w:left="5048"/>
      </w:pPr>
      <w:r>
        <w:t>………………………………………….</w:t>
      </w:r>
    </w:p>
    <w:p w14:paraId="13C057FA" w14:textId="77777777" w:rsidR="00443DC4" w:rsidRDefault="00443DC4" w:rsidP="003753FD">
      <w:pPr>
        <w:pStyle w:val="Corpotesto"/>
        <w:rPr>
          <w:sz w:val="26"/>
        </w:rPr>
      </w:pPr>
    </w:p>
    <w:p w14:paraId="5B829B95" w14:textId="1B151CEA" w:rsidR="003753FD" w:rsidRPr="003753FD" w:rsidRDefault="003753FD" w:rsidP="003753FD">
      <w:pPr>
        <w:pStyle w:val="Corpotesto"/>
        <w:jc w:val="both"/>
        <w:rPr>
          <w:b/>
          <w:bCs/>
          <w:sz w:val="26"/>
        </w:rPr>
      </w:pPr>
      <w:r w:rsidRPr="003753FD">
        <w:rPr>
          <w:b/>
          <w:bCs/>
          <w:sz w:val="26"/>
        </w:rPr>
        <w:t>OGGETTO: Presentazione della lista dei candidati per l’elezione della componente elettiva ………………………………del Consiglio Superiore della Pubblica Istruzione.</w:t>
      </w:r>
    </w:p>
    <w:p w14:paraId="54FBDD59" w14:textId="77777777" w:rsidR="00443DC4" w:rsidRDefault="00443DC4" w:rsidP="003753FD">
      <w:pPr>
        <w:pStyle w:val="Corpotesto"/>
        <w:rPr>
          <w:sz w:val="22"/>
        </w:rPr>
      </w:pPr>
    </w:p>
    <w:p w14:paraId="55C5C154" w14:textId="77777777" w:rsidR="003753FD" w:rsidRDefault="003753FD" w:rsidP="003753FD">
      <w:pPr>
        <w:pStyle w:val="Corpotesto"/>
        <w:tabs>
          <w:tab w:val="left" w:leader="dot" w:pos="8435"/>
        </w:tabs>
        <w:jc w:val="both"/>
        <w:rPr>
          <w:rFonts w:ascii="Arial"/>
          <w:b/>
        </w:rPr>
      </w:pPr>
    </w:p>
    <w:p w14:paraId="0D700332" w14:textId="0C207F71" w:rsidR="00443DC4" w:rsidRDefault="00443DC4" w:rsidP="003753FD">
      <w:pPr>
        <w:pStyle w:val="Corpotesto"/>
        <w:tabs>
          <w:tab w:val="left" w:leader="dot" w:pos="8435"/>
        </w:tabs>
        <w:jc w:val="both"/>
      </w:pPr>
      <w:r>
        <w:t>Con</w:t>
      </w:r>
      <w:r>
        <w:rPr>
          <w:spacing w:val="-4"/>
        </w:rPr>
        <w:t xml:space="preserve"> </w:t>
      </w:r>
      <w:r>
        <w:t>riferimento</w:t>
      </w:r>
      <w:r>
        <w:rPr>
          <w:spacing w:val="-5"/>
        </w:rPr>
        <w:t xml:space="preserve"> </w:t>
      </w:r>
      <w:r>
        <w:t>all’Ordinanza</w:t>
      </w:r>
      <w:r>
        <w:rPr>
          <w:spacing w:val="-4"/>
        </w:rPr>
        <w:t xml:space="preserve"> </w:t>
      </w:r>
      <w:r>
        <w:t>Ministeriale</w:t>
      </w:r>
      <w:r>
        <w:rPr>
          <w:rFonts w:ascii="Times New Roman" w:hAnsi="Times New Roman"/>
        </w:rPr>
        <w:tab/>
      </w:r>
      <w:r>
        <w:t>,</w:t>
      </w:r>
    </w:p>
    <w:p w14:paraId="6EEF03E1" w14:textId="77777777" w:rsidR="003753FD" w:rsidRDefault="00443DC4" w:rsidP="003753FD">
      <w:pPr>
        <w:pStyle w:val="Corpotesto"/>
        <w:tabs>
          <w:tab w:val="left" w:leader="dot" w:pos="7673"/>
        </w:tabs>
        <w:spacing w:before="139" w:line="360" w:lineRule="auto"/>
        <w:ind w:right="112"/>
        <w:jc w:val="both"/>
      </w:pPr>
      <w:r>
        <w:t>con la quale sono state indette le elezioni per la costituzione del Consiglio Superiore della</w:t>
      </w:r>
      <w:r>
        <w:rPr>
          <w:spacing w:val="1"/>
        </w:rPr>
        <w:t xml:space="preserve"> </w:t>
      </w:r>
      <w:r>
        <w:t>Pubblica</w:t>
      </w:r>
      <w:r>
        <w:rPr>
          <w:spacing w:val="1"/>
        </w:rPr>
        <w:t xml:space="preserve"> </w:t>
      </w:r>
      <w:r>
        <w:t>Istruzione,</w:t>
      </w:r>
      <w:r>
        <w:rPr>
          <w:spacing w:val="1"/>
        </w:rPr>
        <w:t xml:space="preserve"> </w:t>
      </w:r>
      <w:r>
        <w:t>il/la</w:t>
      </w:r>
      <w:r>
        <w:rPr>
          <w:spacing w:val="1"/>
        </w:rPr>
        <w:t xml:space="preserve"> </w:t>
      </w:r>
      <w:r>
        <w:t>sottoscritto/a</w:t>
      </w:r>
      <w:r>
        <w:rPr>
          <w:spacing w:val="1"/>
        </w:rPr>
        <w:t xml:space="preserve"> </w:t>
      </w:r>
      <w:r>
        <w:t>……………</w:t>
      </w:r>
      <w:proofErr w:type="gramStart"/>
      <w:r>
        <w:t>…….</w:t>
      </w:r>
      <w:proofErr w:type="gramEnd"/>
      <w:r>
        <w:t>.………………,</w:t>
      </w:r>
      <w:r>
        <w:rPr>
          <w:spacing w:val="1"/>
        </w:rPr>
        <w:t xml:space="preserve"> </w:t>
      </w:r>
      <w:r>
        <w:t>nato/a</w:t>
      </w:r>
      <w:r>
        <w:rPr>
          <w:spacing w:val="1"/>
        </w:rPr>
        <w:t xml:space="preserve"> </w:t>
      </w:r>
      <w:proofErr w:type="spellStart"/>
      <w:r>
        <w:t>a</w:t>
      </w:r>
      <w:proofErr w:type="spellEnd"/>
      <w:r>
        <w:t>……………………,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…………..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appartenente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seguente</w:t>
      </w:r>
      <w:r>
        <w:rPr>
          <w:spacing w:val="1"/>
        </w:rPr>
        <w:t xml:space="preserve"> </w:t>
      </w:r>
      <w:r>
        <w:t>componente</w:t>
      </w:r>
      <w:r>
        <w:rPr>
          <w:spacing w:val="1"/>
        </w:rPr>
        <w:t xml:space="preserve"> </w:t>
      </w:r>
      <w:r>
        <w:t>elettiva……………….., in</w:t>
      </w:r>
      <w:r>
        <w:rPr>
          <w:spacing w:val="2"/>
        </w:rPr>
        <w:t xml:space="preserve"> </w:t>
      </w:r>
      <w:r>
        <w:t>servizio</w:t>
      </w:r>
      <w:r>
        <w:rPr>
          <w:spacing w:val="2"/>
        </w:rPr>
        <w:t xml:space="preserve"> </w:t>
      </w:r>
      <w:r>
        <w:t>presso</w:t>
      </w:r>
      <w:r>
        <w:rPr>
          <w:rFonts w:ascii="Times New Roman" w:hAnsi="Times New Roman"/>
        </w:rPr>
        <w:tab/>
      </w:r>
      <w:r>
        <w:t>presenta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lista dei</w:t>
      </w:r>
    </w:p>
    <w:p w14:paraId="6E3809BF" w14:textId="144324FF" w:rsidR="00443DC4" w:rsidRDefault="00443DC4" w:rsidP="003753FD">
      <w:pPr>
        <w:pStyle w:val="Corpotesto"/>
        <w:tabs>
          <w:tab w:val="left" w:leader="dot" w:pos="7673"/>
        </w:tabs>
        <w:spacing w:before="139" w:line="360" w:lineRule="auto"/>
        <w:ind w:right="112"/>
        <w:jc w:val="both"/>
      </w:pPr>
      <w:r>
        <w:t>candidati</w:t>
      </w:r>
      <w:r>
        <w:rPr>
          <w:spacing w:val="1"/>
        </w:rPr>
        <w:t xml:space="preserve"> </w:t>
      </w:r>
      <w:r>
        <w:t>(in</w:t>
      </w:r>
      <w:r>
        <w:rPr>
          <w:spacing w:val="1"/>
        </w:rPr>
        <w:t xml:space="preserve"> </w:t>
      </w:r>
      <w:r>
        <w:t>allegato)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motto………………………………,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rappresentanza</w:t>
      </w:r>
      <w:r>
        <w:rPr>
          <w:spacing w:val="1"/>
        </w:rPr>
        <w:t xml:space="preserve"> </w:t>
      </w:r>
      <w:r>
        <w:t>della</w:t>
      </w:r>
      <w:r>
        <w:rPr>
          <w:spacing w:val="-64"/>
        </w:rPr>
        <w:t xml:space="preserve"> </w:t>
      </w:r>
      <w:r>
        <w:t>componente</w:t>
      </w:r>
      <w:r>
        <w:rPr>
          <w:spacing w:val="-1"/>
        </w:rPr>
        <w:t xml:space="preserve"> </w:t>
      </w:r>
      <w:r>
        <w:t>elettiva …………</w:t>
      </w:r>
      <w:proofErr w:type="gramStart"/>
      <w:r>
        <w:t>…….</w:t>
      </w:r>
      <w:proofErr w:type="gramEnd"/>
      <w:r>
        <w:t>.…. .</w:t>
      </w:r>
    </w:p>
    <w:p w14:paraId="76DAE11A" w14:textId="77777777" w:rsidR="00443DC4" w:rsidRDefault="00443DC4" w:rsidP="00443DC4">
      <w:pPr>
        <w:pStyle w:val="Corpotesto"/>
        <w:spacing w:before="10"/>
        <w:rPr>
          <w:sz w:val="35"/>
        </w:rPr>
      </w:pPr>
    </w:p>
    <w:p w14:paraId="45FA9CA7" w14:textId="77777777" w:rsidR="00443DC4" w:rsidRPr="003753FD" w:rsidRDefault="00443DC4" w:rsidP="00443DC4">
      <w:pPr>
        <w:pStyle w:val="Corpotesto"/>
        <w:ind w:left="112"/>
        <w:jc w:val="both"/>
      </w:pPr>
      <w:r w:rsidRPr="003753FD">
        <w:t>Data</w:t>
      </w:r>
      <w:r w:rsidRPr="003753FD">
        <w:rPr>
          <w:spacing w:val="-1"/>
        </w:rPr>
        <w:t xml:space="preserve"> </w:t>
      </w:r>
      <w:r w:rsidRPr="003753FD">
        <w:t>…………</w:t>
      </w:r>
      <w:proofErr w:type="gramStart"/>
      <w:r w:rsidRPr="003753FD">
        <w:t>…….</w:t>
      </w:r>
      <w:proofErr w:type="gramEnd"/>
      <w:r w:rsidRPr="003753FD">
        <w:t>.</w:t>
      </w:r>
    </w:p>
    <w:p w14:paraId="3A589666" w14:textId="77777777" w:rsidR="00443DC4" w:rsidRPr="003753FD" w:rsidRDefault="00443DC4" w:rsidP="00443DC4">
      <w:pPr>
        <w:pStyle w:val="Corpotesto"/>
        <w:spacing w:before="139"/>
        <w:ind w:left="112"/>
      </w:pPr>
      <w:r w:rsidRPr="003753FD">
        <w:t>Firma</w:t>
      </w:r>
      <w:r w:rsidRPr="003753FD">
        <w:rPr>
          <w:spacing w:val="-1"/>
        </w:rPr>
        <w:t xml:space="preserve"> </w:t>
      </w:r>
      <w:r w:rsidRPr="003753FD">
        <w:t>del</w:t>
      </w:r>
      <w:r w:rsidRPr="003753FD">
        <w:rPr>
          <w:spacing w:val="-4"/>
        </w:rPr>
        <w:t xml:space="preserve"> </w:t>
      </w:r>
      <w:r w:rsidRPr="003753FD">
        <w:t>presentatore</w:t>
      </w:r>
      <w:r w:rsidRPr="003753FD">
        <w:rPr>
          <w:spacing w:val="-4"/>
        </w:rPr>
        <w:t xml:space="preserve"> </w:t>
      </w:r>
      <w:r w:rsidRPr="003753FD">
        <w:t>della lista</w:t>
      </w:r>
    </w:p>
    <w:p w14:paraId="738E97D3" w14:textId="77777777" w:rsidR="00443DC4" w:rsidRPr="003753FD" w:rsidRDefault="00443DC4" w:rsidP="00443DC4">
      <w:pPr>
        <w:pStyle w:val="Corpotesto"/>
        <w:spacing w:before="138" w:line="360" w:lineRule="auto"/>
        <w:ind w:left="112" w:right="7204"/>
      </w:pPr>
      <w:r w:rsidRPr="003753FD">
        <w:t>…………………………..</w:t>
      </w:r>
      <w:r w:rsidRPr="003753FD">
        <w:rPr>
          <w:spacing w:val="-64"/>
        </w:rPr>
        <w:t xml:space="preserve"> </w:t>
      </w:r>
    </w:p>
    <w:p w14:paraId="37E6D1EE" w14:textId="77777777" w:rsidR="00C714C8" w:rsidRPr="003753FD" w:rsidRDefault="00C714C8" w:rsidP="00C714C8">
      <w:pPr>
        <w:jc w:val="both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 xml:space="preserve">Ai sensi dell’art. 13 del Regolamento (UE) 2016/679 il Ministero dell’Istruzione e del Merito desidera, con la presente informativa, </w:t>
      </w:r>
      <w:proofErr w:type="spellStart"/>
      <w:r w:rsidRPr="003753FD">
        <w:rPr>
          <w:rFonts w:ascii="Arial" w:hAnsi="Arial" w:cs="Arial"/>
          <w:sz w:val="24"/>
          <w:szCs w:val="24"/>
        </w:rPr>
        <w:t>fornirLe</w:t>
      </w:r>
      <w:proofErr w:type="spellEnd"/>
      <w:r w:rsidRPr="003753FD">
        <w:rPr>
          <w:rFonts w:ascii="Arial" w:hAnsi="Arial" w:cs="Arial"/>
          <w:sz w:val="24"/>
          <w:szCs w:val="24"/>
        </w:rPr>
        <w:t xml:space="preserve"> informazioni circa il trattamento dei dati personali che La riguardano:</w:t>
      </w:r>
    </w:p>
    <w:p w14:paraId="2D1076FF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i/>
          <w:iCs/>
          <w:color w:val="auto"/>
        </w:rPr>
      </w:pPr>
      <w:r w:rsidRPr="003753FD">
        <w:rPr>
          <w:rFonts w:ascii="Arial" w:hAnsi="Arial" w:cs="Arial"/>
          <w:color w:val="auto"/>
        </w:rPr>
        <w:t>Il Titolare del trattamento dei dati è il Ministero dell’istruzione e del merito con sede in Roma presso Viale di Trastevere, n. 76/a, 00153 Roma, Direzione generale per gli ordinamenti scolastici, la valutazione e l’internazionalizzazione del sistema nazionale di istruzione, al quale ci si potrà rivolgere per esercitare i diritti degli interessati</w:t>
      </w:r>
      <w:r w:rsidRPr="003753FD">
        <w:rPr>
          <w:rFonts w:ascii="Arial" w:hAnsi="Arial" w:cs="Arial"/>
          <w:color w:val="FF0000"/>
        </w:rPr>
        <w:t xml:space="preserve">, al </w:t>
      </w:r>
      <w:r w:rsidRPr="003753FD">
        <w:rPr>
          <w:rFonts w:ascii="Arial" w:hAnsi="Arial" w:cs="Arial"/>
          <w:color w:val="auto"/>
        </w:rPr>
        <w:t>seguente recapito:</w:t>
      </w:r>
      <w:r w:rsidRPr="003753FD">
        <w:rPr>
          <w:color w:val="auto"/>
        </w:rPr>
        <w:t xml:space="preserve"> </w:t>
      </w:r>
      <w:hyperlink r:id="rId5" w:history="1">
        <w:r w:rsidRPr="003753FD">
          <w:rPr>
            <w:rStyle w:val="Collegamentoipertestuale"/>
            <w:color w:val="auto"/>
          </w:rPr>
          <w:t>elezionicspi@postacert.istruzione.it</w:t>
        </w:r>
      </w:hyperlink>
      <w:r w:rsidRPr="003753FD">
        <w:rPr>
          <w:rFonts w:ascii="Arial" w:hAnsi="Arial" w:cs="Arial"/>
          <w:i/>
          <w:iCs/>
          <w:color w:val="auto"/>
        </w:rPr>
        <w:t xml:space="preserve"> </w:t>
      </w:r>
    </w:p>
    <w:p w14:paraId="6BB1DED0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 xml:space="preserve">Il Responsabile della Protezione dei Dati (RPD/DPO) del Ministero dell’istruzione e del merito è raggiungibile al seguente indirizzo e-mail: </w:t>
      </w:r>
      <w:hyperlink r:id="rId6" w:history="1">
        <w:r w:rsidRPr="003753FD">
          <w:rPr>
            <w:rFonts w:ascii="Arial" w:hAnsi="Arial" w:cs="Arial"/>
            <w:color w:val="auto"/>
          </w:rPr>
          <w:t>rpd@istruzione.it</w:t>
        </w:r>
      </w:hyperlink>
    </w:p>
    <w:p w14:paraId="21BDCB06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Il Responsabile del trattamento dei dati è la Società Generale d’Informatica S.P.A. (Sogei), in quanto affidataria dei servizi infrastrutturali, di gestione e sviluppo applicativo del sistema informativo del Ministero dell’Istruzione e del Merito.</w:t>
      </w:r>
    </w:p>
    <w:p w14:paraId="09226998" w14:textId="6927CAAE" w:rsidR="00C714C8" w:rsidRPr="003753FD" w:rsidRDefault="00C714C8" w:rsidP="00C714C8">
      <w:pPr>
        <w:pStyle w:val="Paragrafoelenco"/>
        <w:widowControl/>
        <w:numPr>
          <w:ilvl w:val="0"/>
          <w:numId w:val="2"/>
        </w:numPr>
        <w:suppressAutoHyphens/>
        <w:autoSpaceDE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 xml:space="preserve">Il Ministero dell’Istruzione e del Merito tratterà i suoi dati personali unicamente per finalità strettamente connesse e necessarie all’espletamento delle attività finalizzate allo svolgimento delle elezioni, alla designazione e alla nomina dei componenti del Consiglio Superiore della Pubblica Istruzione ai sensi dell’articolo 2, comma 9, del decreto legislativo n. 233 del 1999 e dell’Ordinanza Ministeriale </w:t>
      </w:r>
      <w:r w:rsidR="003753FD" w:rsidRPr="003753FD">
        <w:rPr>
          <w:rFonts w:ascii="Arial" w:hAnsi="Arial" w:cs="Arial"/>
          <w:sz w:val="24"/>
          <w:szCs w:val="24"/>
        </w:rPr>
        <w:t>n. 234/2023</w:t>
      </w:r>
    </w:p>
    <w:p w14:paraId="0839997B" w14:textId="77777777" w:rsidR="00C714C8" w:rsidRPr="003753FD" w:rsidRDefault="00C714C8" w:rsidP="00C714C8">
      <w:pPr>
        <w:pStyle w:val="Paragrafoelenco"/>
        <w:widowControl/>
        <w:numPr>
          <w:ilvl w:val="0"/>
          <w:numId w:val="2"/>
        </w:numPr>
        <w:suppressAutoHyphens/>
        <w:autoSpaceDE/>
        <w:spacing w:before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lastRenderedPageBreak/>
        <w:t xml:space="preserve">La base giuridica del trattamento è individuata nell'adempimento di un obbligo legale al quale è soggetto il Titolare del trattamento, nonché nell’esecuzione dei compiti di interesse pubblico o connessi all'esercizio di pubblici poteri di cui è investito il Titolare del trattamento, ai sensi dell’art. 6 par. 1, lett. c) ed </w:t>
      </w:r>
      <w:proofErr w:type="gramStart"/>
      <w:r w:rsidRPr="003753FD">
        <w:rPr>
          <w:rFonts w:ascii="Arial" w:hAnsi="Arial" w:cs="Arial"/>
          <w:sz w:val="24"/>
          <w:szCs w:val="24"/>
        </w:rPr>
        <w:t>e</w:t>
      </w:r>
      <w:proofErr w:type="gramEnd"/>
      <w:r w:rsidRPr="003753FD">
        <w:rPr>
          <w:rFonts w:ascii="Arial" w:hAnsi="Arial" w:cs="Arial"/>
          <w:sz w:val="24"/>
          <w:szCs w:val="24"/>
        </w:rPr>
        <w:t xml:space="preserve">) del Regolamento UE 679/2016. </w:t>
      </w:r>
    </w:p>
    <w:p w14:paraId="24C1AC12" w14:textId="77777777" w:rsidR="00C714C8" w:rsidRPr="003753FD" w:rsidRDefault="00C714C8" w:rsidP="00C714C8">
      <w:pPr>
        <w:pStyle w:val="Paragrafoelenco"/>
        <w:widowControl/>
        <w:numPr>
          <w:ilvl w:val="0"/>
          <w:numId w:val="2"/>
        </w:numPr>
        <w:suppressAutoHyphens/>
        <w:autoSpaceDE/>
        <w:spacing w:before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 xml:space="preserve">Il conferimento dei suoi dati personali è necessario per la presentazione della lista dei candidati della componente elettiva del Consiglio Superiore della Pubblica Istruzione. </w:t>
      </w:r>
    </w:p>
    <w:p w14:paraId="34F304B5" w14:textId="77777777" w:rsidR="00C714C8" w:rsidRPr="003753FD" w:rsidRDefault="00C714C8" w:rsidP="00C714C8">
      <w:pPr>
        <w:pStyle w:val="Paragrafoelenco"/>
        <w:widowControl/>
        <w:suppressAutoHyphens/>
        <w:autoSpaceDE/>
        <w:spacing w:before="0"/>
        <w:ind w:left="720" w:firstLine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>Il mancato, parziale o inesatto conferimento dei dati comporta, quindi, l’impossibilità di partecipare all’elezione. In ogni caso saranno trattati esclusivamente i dati pertinenti con le finalità e non eccedenti nel rispetto del principio di minimizzazione previsto dal GDPR.</w:t>
      </w:r>
    </w:p>
    <w:p w14:paraId="6A08693F" w14:textId="0272DACD" w:rsidR="00C714C8" w:rsidRPr="003753FD" w:rsidRDefault="00C714C8" w:rsidP="00C714C8">
      <w:pPr>
        <w:pStyle w:val="Comma"/>
        <w:numPr>
          <w:ilvl w:val="0"/>
          <w:numId w:val="2"/>
        </w:numPr>
        <w:spacing w:after="0"/>
        <w:rPr>
          <w:rFonts w:ascii="Arial" w:eastAsia="Calibri" w:hAnsi="Arial" w:cs="Arial"/>
          <w:sz w:val="24"/>
          <w:szCs w:val="24"/>
        </w:rPr>
      </w:pPr>
      <w:r w:rsidRPr="003753FD">
        <w:rPr>
          <w:rFonts w:ascii="Arial" w:eastAsia="Calibri" w:hAnsi="Arial" w:cs="Arial"/>
          <w:sz w:val="24"/>
          <w:szCs w:val="24"/>
        </w:rPr>
        <w:t>I dati personali, acquisiti tramite le modalità di cui all’art.26 dell’O.M.</w:t>
      </w:r>
      <w:r w:rsidR="003753FD" w:rsidRPr="003753FD">
        <w:rPr>
          <w:rFonts w:ascii="Arial" w:eastAsia="Calibri" w:hAnsi="Arial" w:cs="Arial"/>
          <w:sz w:val="24"/>
          <w:szCs w:val="24"/>
        </w:rPr>
        <w:t xml:space="preserve"> n. 234/2023</w:t>
      </w:r>
      <w:r w:rsidRPr="003753FD">
        <w:rPr>
          <w:rFonts w:ascii="Arial" w:eastAsia="Calibri" w:hAnsi="Arial" w:cs="Arial"/>
          <w:sz w:val="24"/>
          <w:szCs w:val="24"/>
        </w:rPr>
        <w:t xml:space="preserve">, verranno successivamente trattati con modalità elettroniche e cartacee e saranno conservati per il periodo di tempo necessario a consentire il conseguimento delle finalità per le quali sono raccolti conformemente a quanto previsto dagli obblighi di Legge. </w:t>
      </w:r>
    </w:p>
    <w:p w14:paraId="5FBA7964" w14:textId="77777777" w:rsidR="00C714C8" w:rsidRPr="003753FD" w:rsidRDefault="00C714C8" w:rsidP="00C714C8">
      <w:pPr>
        <w:pStyle w:val="Comma"/>
        <w:numPr>
          <w:ilvl w:val="0"/>
          <w:numId w:val="0"/>
        </w:numPr>
        <w:spacing w:after="0"/>
        <w:ind w:left="720"/>
        <w:rPr>
          <w:rFonts w:ascii="Arial" w:eastAsia="Calibri" w:hAnsi="Arial" w:cs="Arial"/>
          <w:sz w:val="24"/>
          <w:szCs w:val="24"/>
        </w:rPr>
      </w:pPr>
      <w:r w:rsidRPr="003753FD">
        <w:rPr>
          <w:rFonts w:ascii="Arial" w:eastAsia="Calibri" w:hAnsi="Arial" w:cs="Arial"/>
          <w:sz w:val="24"/>
          <w:szCs w:val="24"/>
        </w:rPr>
        <w:t>La conservazione dei dati potrà essere attuata mediante la loro memorizzazione su supporto magnetico e/o ottico e/o con conservazione dei documenti cartacei in appositi raccoglitori o cartelle ad accesso controllato.</w:t>
      </w:r>
    </w:p>
    <w:p w14:paraId="0FCFD390" w14:textId="77777777" w:rsidR="00C714C8" w:rsidRPr="003753FD" w:rsidRDefault="00C714C8" w:rsidP="00C714C8">
      <w:pPr>
        <w:pStyle w:val="Comma"/>
        <w:numPr>
          <w:ilvl w:val="0"/>
          <w:numId w:val="0"/>
        </w:numPr>
        <w:spacing w:after="0"/>
        <w:ind w:left="720"/>
        <w:rPr>
          <w:rFonts w:ascii="Arial" w:eastAsia="Calibri" w:hAnsi="Arial" w:cs="Arial"/>
          <w:sz w:val="24"/>
          <w:szCs w:val="24"/>
        </w:rPr>
      </w:pPr>
      <w:r w:rsidRPr="003753FD">
        <w:rPr>
          <w:rFonts w:ascii="Arial" w:eastAsia="Calibri" w:hAnsi="Arial" w:cs="Arial"/>
          <w:sz w:val="24"/>
          <w:szCs w:val="24"/>
        </w:rPr>
        <w:t xml:space="preserve">In caso di reclamo e/o ricorso avverso l’esito delle elezioni, è fatta salva l’ulteriore conservazione di tutte le </w:t>
      </w:r>
      <w:proofErr w:type="gramStart"/>
      <w:r w:rsidRPr="003753FD">
        <w:rPr>
          <w:rFonts w:ascii="Arial" w:eastAsia="Calibri" w:hAnsi="Arial" w:cs="Arial"/>
          <w:sz w:val="24"/>
          <w:szCs w:val="24"/>
        </w:rPr>
        <w:t>predette</w:t>
      </w:r>
      <w:proofErr w:type="gramEnd"/>
      <w:r w:rsidRPr="003753FD">
        <w:rPr>
          <w:rFonts w:ascii="Arial" w:eastAsia="Calibri" w:hAnsi="Arial" w:cs="Arial"/>
          <w:sz w:val="24"/>
          <w:szCs w:val="24"/>
        </w:rPr>
        <w:t xml:space="preserve"> informazioni per scopi difensivi.  </w:t>
      </w:r>
    </w:p>
    <w:p w14:paraId="32F3F3CF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I suoi dati personali potranno essere trattati per le suindicate finalità dalle seguenti categorie di soggetti:</w:t>
      </w:r>
    </w:p>
    <w:p w14:paraId="53DD2464" w14:textId="77777777" w:rsidR="00C714C8" w:rsidRPr="003753FD" w:rsidRDefault="00C714C8" w:rsidP="00C714C8">
      <w:pPr>
        <w:pStyle w:val="Default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Soggetti in servizio presso il Ministero dell’istruzione e del merito autorizzati al trattamento dei dati personali e istruiti sugli obblighi derivanti dalla normativa in materia di privacy;</w:t>
      </w:r>
    </w:p>
    <w:p w14:paraId="65C9E226" w14:textId="77777777" w:rsidR="00C714C8" w:rsidRPr="003753FD" w:rsidRDefault="00C714C8" w:rsidP="00C714C8">
      <w:pPr>
        <w:pStyle w:val="Default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Commissione Elettorale Centrale;</w:t>
      </w:r>
    </w:p>
    <w:p w14:paraId="0CF5B322" w14:textId="77777777" w:rsidR="00C714C8" w:rsidRPr="003753FD" w:rsidRDefault="00C714C8" w:rsidP="00C714C8">
      <w:pPr>
        <w:pStyle w:val="Default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dipendenti e collaboratori autorizzati dei Responsabili (e/o Sub-Responsabili) del trattamento;</w:t>
      </w:r>
    </w:p>
    <w:p w14:paraId="48E5E556" w14:textId="77777777" w:rsidR="00C714C8" w:rsidRPr="003753FD" w:rsidRDefault="00C714C8" w:rsidP="00C714C8">
      <w:pPr>
        <w:pStyle w:val="Default"/>
        <w:numPr>
          <w:ilvl w:val="0"/>
          <w:numId w:val="4"/>
        </w:numPr>
        <w:ind w:left="993" w:hanging="284"/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Soggetti a cui la comunicazione dei dati debba essere effettuata in adempimento di un obbligo previsto dalla legge, da un regolamento o dalla normativa comunitaria.</w:t>
      </w:r>
    </w:p>
    <w:p w14:paraId="369BE0BF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I dati personali trattati non sono oggetto di trasferimento verso Paesi terzi o organizzazioni internazionali al di fuori dell’Unione Europea.</w:t>
      </w:r>
    </w:p>
    <w:p w14:paraId="1509C453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Non è previsto un processo decisionale automatizzato, neanche per finalità di profilazione, ai sensi degli artt. 13, par. 2, lettera f) del Regolamento (UE) 679/2016.</w:t>
      </w:r>
    </w:p>
    <w:p w14:paraId="32BD5BD3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In qualità di interessato Lei può esercitare, alle condizioni e nei limiti di cui al Regolamento UE 2016/679, i diritti previsti dagli articoli 15 e seguenti dello stesso, presentando istanza al Ministero dell’istruzione e del merito, Titolare del trattamento - ai recapiti suindicati.</w:t>
      </w:r>
    </w:p>
    <w:p w14:paraId="257885EB" w14:textId="77777777" w:rsidR="00C714C8" w:rsidRPr="003753FD" w:rsidRDefault="00C714C8" w:rsidP="00C714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3753FD">
        <w:rPr>
          <w:rFonts w:ascii="Arial" w:hAnsi="Arial" w:cs="Arial"/>
          <w:color w:val="auto"/>
        </w:rPr>
        <w:t>Qualora ritenga che il trattamento dei Suoi dati sia avvenuto in modo non conforme al Regolamento UE 679/2016, potrà inoltre rivolgersi all’Autorità di controllo, proponendo reclamo ai sensi dell’art. 77 del citato Regolamento.</w:t>
      </w:r>
    </w:p>
    <w:p w14:paraId="08C0A3BE" w14:textId="77777777" w:rsidR="00C714C8" w:rsidRPr="003753FD" w:rsidRDefault="00C714C8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61F7147" w14:textId="01FE02DE"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>Data …………</w:t>
      </w:r>
      <w:proofErr w:type="gramStart"/>
      <w:r w:rsidRPr="003753FD">
        <w:rPr>
          <w:rFonts w:ascii="Arial" w:hAnsi="Arial" w:cs="Arial"/>
          <w:sz w:val="24"/>
          <w:szCs w:val="24"/>
        </w:rPr>
        <w:t>…….</w:t>
      </w:r>
      <w:proofErr w:type="gramEnd"/>
      <w:r w:rsidRPr="003753FD">
        <w:rPr>
          <w:rFonts w:ascii="Arial" w:hAnsi="Arial" w:cs="Arial"/>
          <w:sz w:val="24"/>
          <w:szCs w:val="24"/>
        </w:rPr>
        <w:t>.</w:t>
      </w:r>
    </w:p>
    <w:p w14:paraId="5F499E90" w14:textId="77777777"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654D820" w14:textId="77777777"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>Firma del presentatore della lista per la presa visione dell’informativa sul trattamento dei dati personali</w:t>
      </w:r>
    </w:p>
    <w:p w14:paraId="1FF406FD" w14:textId="77777777"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FBCD6B3" w14:textId="77777777" w:rsidR="00443DC4" w:rsidRPr="003753FD" w:rsidRDefault="00443DC4" w:rsidP="00443DC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753FD">
        <w:rPr>
          <w:rFonts w:ascii="Arial" w:hAnsi="Arial" w:cs="Arial"/>
          <w:sz w:val="24"/>
          <w:szCs w:val="24"/>
        </w:rPr>
        <w:t>…………………………..</w:t>
      </w:r>
    </w:p>
    <w:p w14:paraId="3A85731C" w14:textId="77777777" w:rsidR="00443DC4" w:rsidRPr="003753FD" w:rsidRDefault="00443DC4" w:rsidP="00443DC4">
      <w:pPr>
        <w:pStyle w:val="Corpotesto"/>
        <w:spacing w:before="138" w:line="360" w:lineRule="auto"/>
        <w:ind w:left="112" w:right="7204"/>
      </w:pPr>
      <w:r w:rsidRPr="003753FD">
        <w:t>Si</w:t>
      </w:r>
      <w:r w:rsidRPr="003753FD">
        <w:rPr>
          <w:spacing w:val="-1"/>
        </w:rPr>
        <w:t xml:space="preserve"> </w:t>
      </w:r>
      <w:r w:rsidRPr="003753FD">
        <w:t>allega:</w:t>
      </w:r>
    </w:p>
    <w:p w14:paraId="2C9DCA2C" w14:textId="77777777" w:rsidR="00443DC4" w:rsidRPr="003753FD" w:rsidRDefault="00443DC4" w:rsidP="00443DC4">
      <w:pPr>
        <w:pStyle w:val="Paragrafoelenco"/>
        <w:numPr>
          <w:ilvl w:val="0"/>
          <w:numId w:val="1"/>
        </w:numPr>
        <w:tabs>
          <w:tab w:val="left" w:pos="260"/>
        </w:tabs>
        <w:spacing w:before="0"/>
        <w:ind w:hanging="148"/>
        <w:rPr>
          <w:sz w:val="24"/>
        </w:rPr>
      </w:pPr>
      <w:r w:rsidRPr="003753FD">
        <w:rPr>
          <w:sz w:val="24"/>
        </w:rPr>
        <w:t>Schema</w:t>
      </w:r>
      <w:r w:rsidRPr="003753FD">
        <w:rPr>
          <w:spacing w:val="-4"/>
          <w:sz w:val="24"/>
        </w:rPr>
        <w:t xml:space="preserve"> </w:t>
      </w:r>
      <w:r w:rsidRPr="003753FD">
        <w:rPr>
          <w:sz w:val="24"/>
        </w:rPr>
        <w:t>presentazione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liste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con</w:t>
      </w:r>
      <w:r w:rsidRPr="003753FD">
        <w:rPr>
          <w:spacing w:val="-1"/>
          <w:sz w:val="24"/>
        </w:rPr>
        <w:t xml:space="preserve"> </w:t>
      </w:r>
      <w:r w:rsidRPr="003753FD">
        <w:rPr>
          <w:sz w:val="24"/>
        </w:rPr>
        <w:t>l’elenco</w:t>
      </w:r>
      <w:r w:rsidRPr="003753FD">
        <w:rPr>
          <w:spacing w:val="-4"/>
          <w:sz w:val="24"/>
        </w:rPr>
        <w:t xml:space="preserve"> </w:t>
      </w:r>
      <w:r w:rsidRPr="003753FD">
        <w:rPr>
          <w:sz w:val="24"/>
        </w:rPr>
        <w:t>dei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candidati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e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dei</w:t>
      </w:r>
      <w:r w:rsidRPr="003753FD">
        <w:rPr>
          <w:spacing w:val="-5"/>
          <w:sz w:val="24"/>
        </w:rPr>
        <w:t xml:space="preserve"> </w:t>
      </w:r>
      <w:r w:rsidRPr="003753FD">
        <w:rPr>
          <w:sz w:val="24"/>
        </w:rPr>
        <w:t>firmatari</w:t>
      </w:r>
      <w:r w:rsidRPr="003753FD">
        <w:rPr>
          <w:spacing w:val="-4"/>
          <w:sz w:val="24"/>
        </w:rPr>
        <w:t xml:space="preserve"> </w:t>
      </w:r>
      <w:proofErr w:type="gramStart"/>
      <w:r w:rsidRPr="003753FD">
        <w:rPr>
          <w:sz w:val="24"/>
        </w:rPr>
        <w:t>(</w:t>
      </w:r>
      <w:r w:rsidRPr="003753FD">
        <w:rPr>
          <w:spacing w:val="-1"/>
          <w:sz w:val="24"/>
        </w:rPr>
        <w:t xml:space="preserve"> </w:t>
      </w:r>
      <w:r w:rsidRPr="003753FD">
        <w:rPr>
          <w:sz w:val="24"/>
        </w:rPr>
        <w:t>ALL.</w:t>
      </w:r>
      <w:proofErr w:type="gramEnd"/>
      <w:r w:rsidRPr="003753FD">
        <w:rPr>
          <w:spacing w:val="-4"/>
          <w:sz w:val="24"/>
        </w:rPr>
        <w:t xml:space="preserve"> </w:t>
      </w:r>
      <w:r w:rsidRPr="003753FD">
        <w:rPr>
          <w:sz w:val="24"/>
        </w:rPr>
        <w:t>3);</w:t>
      </w:r>
    </w:p>
    <w:p w14:paraId="3C61BB06" w14:textId="77777777" w:rsidR="00443DC4" w:rsidRPr="003753FD" w:rsidRDefault="00443DC4" w:rsidP="00443DC4">
      <w:pPr>
        <w:pStyle w:val="Paragrafoelenco"/>
        <w:numPr>
          <w:ilvl w:val="0"/>
          <w:numId w:val="1"/>
        </w:numPr>
        <w:tabs>
          <w:tab w:val="left" w:pos="260"/>
        </w:tabs>
        <w:ind w:hanging="148"/>
        <w:rPr>
          <w:sz w:val="24"/>
        </w:rPr>
      </w:pPr>
      <w:r w:rsidRPr="003753FD">
        <w:rPr>
          <w:sz w:val="24"/>
        </w:rPr>
        <w:lastRenderedPageBreak/>
        <w:t>Dichiarazione</w:t>
      </w:r>
      <w:r w:rsidRPr="003753FD">
        <w:rPr>
          <w:spacing w:val="-3"/>
          <w:sz w:val="24"/>
        </w:rPr>
        <w:t xml:space="preserve"> </w:t>
      </w:r>
      <w:r w:rsidRPr="003753FD">
        <w:rPr>
          <w:sz w:val="24"/>
        </w:rPr>
        <w:t>accettazione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candidati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(ALL.</w:t>
      </w:r>
      <w:r w:rsidRPr="003753FD">
        <w:rPr>
          <w:spacing w:val="-5"/>
          <w:sz w:val="24"/>
        </w:rPr>
        <w:t xml:space="preserve"> </w:t>
      </w:r>
      <w:r w:rsidRPr="003753FD">
        <w:rPr>
          <w:sz w:val="24"/>
        </w:rPr>
        <w:t>4);</w:t>
      </w:r>
    </w:p>
    <w:p w14:paraId="0C50A222" w14:textId="77777777" w:rsidR="00443DC4" w:rsidRPr="003753FD" w:rsidRDefault="00443DC4" w:rsidP="00443DC4">
      <w:pPr>
        <w:pStyle w:val="Paragrafoelenco"/>
        <w:numPr>
          <w:ilvl w:val="0"/>
          <w:numId w:val="1"/>
        </w:numPr>
        <w:tabs>
          <w:tab w:val="left" w:pos="260"/>
        </w:tabs>
        <w:spacing w:before="137"/>
        <w:ind w:hanging="148"/>
        <w:rPr>
          <w:sz w:val="24"/>
        </w:rPr>
      </w:pPr>
      <w:r w:rsidRPr="003753FD">
        <w:rPr>
          <w:sz w:val="24"/>
        </w:rPr>
        <w:t>Dichiarazione</w:t>
      </w:r>
      <w:r w:rsidRPr="003753FD">
        <w:rPr>
          <w:spacing w:val="-1"/>
          <w:sz w:val="24"/>
        </w:rPr>
        <w:t xml:space="preserve"> </w:t>
      </w:r>
      <w:r w:rsidRPr="003753FD">
        <w:rPr>
          <w:sz w:val="24"/>
        </w:rPr>
        <w:t>qualità</w:t>
      </w:r>
      <w:r w:rsidRPr="003753FD">
        <w:rPr>
          <w:spacing w:val="-2"/>
          <w:sz w:val="24"/>
        </w:rPr>
        <w:t xml:space="preserve"> </w:t>
      </w:r>
      <w:r w:rsidRPr="003753FD">
        <w:rPr>
          <w:sz w:val="24"/>
        </w:rPr>
        <w:t>elettore</w:t>
      </w:r>
      <w:r w:rsidRPr="003753FD">
        <w:rPr>
          <w:spacing w:val="-4"/>
          <w:sz w:val="24"/>
        </w:rPr>
        <w:t xml:space="preserve"> </w:t>
      </w:r>
      <w:r w:rsidRPr="003753FD">
        <w:rPr>
          <w:sz w:val="24"/>
        </w:rPr>
        <w:t>(ALL.</w:t>
      </w:r>
      <w:r w:rsidRPr="003753FD">
        <w:rPr>
          <w:spacing w:val="-1"/>
          <w:sz w:val="24"/>
        </w:rPr>
        <w:t xml:space="preserve"> </w:t>
      </w:r>
      <w:r w:rsidRPr="003753FD">
        <w:rPr>
          <w:sz w:val="24"/>
        </w:rPr>
        <w:t>5);</w:t>
      </w:r>
    </w:p>
    <w:p w14:paraId="0C68BABC" w14:textId="77777777" w:rsidR="00443DC4" w:rsidRPr="003753FD" w:rsidRDefault="00443DC4" w:rsidP="00443DC4">
      <w:pPr>
        <w:pStyle w:val="Paragrafoelenco"/>
        <w:numPr>
          <w:ilvl w:val="0"/>
          <w:numId w:val="1"/>
        </w:numPr>
        <w:spacing w:line="360" w:lineRule="auto"/>
        <w:jc w:val="both"/>
      </w:pPr>
      <w:r w:rsidRPr="003753FD">
        <w:rPr>
          <w:rFonts w:ascii="Arial" w:hAnsi="Arial" w:cs="Arial"/>
          <w:sz w:val="24"/>
          <w:szCs w:val="24"/>
        </w:rPr>
        <w:t>Copia di documento di identità in corso di validità</w:t>
      </w:r>
    </w:p>
    <w:p w14:paraId="28D0839B" w14:textId="77777777" w:rsidR="00443DC4" w:rsidRDefault="00443DC4" w:rsidP="00443DC4">
      <w:pPr>
        <w:pStyle w:val="Paragrafoelenco"/>
        <w:tabs>
          <w:tab w:val="left" w:pos="260"/>
        </w:tabs>
        <w:ind w:firstLine="0"/>
        <w:rPr>
          <w:sz w:val="24"/>
        </w:rPr>
      </w:pPr>
    </w:p>
    <w:p w14:paraId="38C97F0C" w14:textId="77777777" w:rsidR="00E5431E" w:rsidRDefault="00E5431E"/>
    <w:sectPr w:rsidR="00E5431E" w:rsidSect="00443DC4">
      <w:pgSz w:w="11910" w:h="16840"/>
      <w:pgMar w:top="13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EMOO H+ Frutiger Next Pr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227E8"/>
    <w:multiLevelType w:val="hybridMultilevel"/>
    <w:tmpl w:val="390CF1D0"/>
    <w:lvl w:ilvl="0" w:tplc="5576E9BC">
      <w:numFmt w:val="bullet"/>
      <w:lvlText w:val="-"/>
      <w:lvlJc w:val="left"/>
      <w:pPr>
        <w:ind w:left="259" w:hanging="147"/>
      </w:pPr>
      <w:rPr>
        <w:rFonts w:ascii="Arial MT" w:eastAsia="Arial MT" w:hAnsi="Arial MT" w:cs="Arial MT" w:hint="default"/>
        <w:w w:val="99"/>
        <w:sz w:val="24"/>
        <w:szCs w:val="24"/>
        <w:lang w:val="it-IT" w:eastAsia="en-US" w:bidi="ar-SA"/>
      </w:rPr>
    </w:lvl>
    <w:lvl w:ilvl="1" w:tplc="9A16BD76">
      <w:numFmt w:val="bullet"/>
      <w:lvlText w:val="•"/>
      <w:lvlJc w:val="left"/>
      <w:pPr>
        <w:ind w:left="1220" w:hanging="147"/>
      </w:pPr>
      <w:rPr>
        <w:rFonts w:hint="default"/>
        <w:lang w:val="it-IT" w:eastAsia="en-US" w:bidi="ar-SA"/>
      </w:rPr>
    </w:lvl>
    <w:lvl w:ilvl="2" w:tplc="04D47818">
      <w:numFmt w:val="bullet"/>
      <w:lvlText w:val="•"/>
      <w:lvlJc w:val="left"/>
      <w:pPr>
        <w:ind w:left="2181" w:hanging="147"/>
      </w:pPr>
      <w:rPr>
        <w:rFonts w:hint="default"/>
        <w:lang w:val="it-IT" w:eastAsia="en-US" w:bidi="ar-SA"/>
      </w:rPr>
    </w:lvl>
    <w:lvl w:ilvl="3" w:tplc="9FD40410">
      <w:numFmt w:val="bullet"/>
      <w:lvlText w:val="•"/>
      <w:lvlJc w:val="left"/>
      <w:pPr>
        <w:ind w:left="3141" w:hanging="147"/>
      </w:pPr>
      <w:rPr>
        <w:rFonts w:hint="default"/>
        <w:lang w:val="it-IT" w:eastAsia="en-US" w:bidi="ar-SA"/>
      </w:rPr>
    </w:lvl>
    <w:lvl w:ilvl="4" w:tplc="5636F102">
      <w:numFmt w:val="bullet"/>
      <w:lvlText w:val="•"/>
      <w:lvlJc w:val="left"/>
      <w:pPr>
        <w:ind w:left="4102" w:hanging="147"/>
      </w:pPr>
      <w:rPr>
        <w:rFonts w:hint="default"/>
        <w:lang w:val="it-IT" w:eastAsia="en-US" w:bidi="ar-SA"/>
      </w:rPr>
    </w:lvl>
    <w:lvl w:ilvl="5" w:tplc="628E72C8">
      <w:numFmt w:val="bullet"/>
      <w:lvlText w:val="•"/>
      <w:lvlJc w:val="left"/>
      <w:pPr>
        <w:ind w:left="5063" w:hanging="147"/>
      </w:pPr>
      <w:rPr>
        <w:rFonts w:hint="default"/>
        <w:lang w:val="it-IT" w:eastAsia="en-US" w:bidi="ar-SA"/>
      </w:rPr>
    </w:lvl>
    <w:lvl w:ilvl="6" w:tplc="C8B08552">
      <w:numFmt w:val="bullet"/>
      <w:lvlText w:val="•"/>
      <w:lvlJc w:val="left"/>
      <w:pPr>
        <w:ind w:left="6023" w:hanging="147"/>
      </w:pPr>
      <w:rPr>
        <w:rFonts w:hint="default"/>
        <w:lang w:val="it-IT" w:eastAsia="en-US" w:bidi="ar-SA"/>
      </w:rPr>
    </w:lvl>
    <w:lvl w:ilvl="7" w:tplc="29588F7A">
      <w:numFmt w:val="bullet"/>
      <w:lvlText w:val="•"/>
      <w:lvlJc w:val="left"/>
      <w:pPr>
        <w:ind w:left="6984" w:hanging="147"/>
      </w:pPr>
      <w:rPr>
        <w:rFonts w:hint="default"/>
        <w:lang w:val="it-IT" w:eastAsia="en-US" w:bidi="ar-SA"/>
      </w:rPr>
    </w:lvl>
    <w:lvl w:ilvl="8" w:tplc="CFC6958C">
      <w:numFmt w:val="bullet"/>
      <w:lvlText w:val="•"/>
      <w:lvlJc w:val="left"/>
      <w:pPr>
        <w:ind w:left="7945" w:hanging="147"/>
      </w:pPr>
      <w:rPr>
        <w:rFonts w:hint="default"/>
        <w:lang w:val="it-IT" w:eastAsia="en-US" w:bidi="ar-SA"/>
      </w:rPr>
    </w:lvl>
  </w:abstractNum>
  <w:abstractNum w:abstractNumId="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2" w15:restartNumberingAfterBreak="0">
    <w:nsid w:val="3EC83389"/>
    <w:multiLevelType w:val="hybridMultilevel"/>
    <w:tmpl w:val="4E28DE4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9E5894"/>
    <w:multiLevelType w:val="hybridMultilevel"/>
    <w:tmpl w:val="F0B629F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8548680">
    <w:abstractNumId w:val="0"/>
  </w:num>
  <w:num w:numId="2" w16cid:durableId="95904068">
    <w:abstractNumId w:val="2"/>
  </w:num>
  <w:num w:numId="3" w16cid:durableId="2051221771">
    <w:abstractNumId w:val="1"/>
  </w:num>
  <w:num w:numId="4" w16cid:durableId="17723176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DC4"/>
    <w:rsid w:val="003753FD"/>
    <w:rsid w:val="00443DC4"/>
    <w:rsid w:val="004A444E"/>
    <w:rsid w:val="00AB2805"/>
    <w:rsid w:val="00BA2047"/>
    <w:rsid w:val="00C714C8"/>
    <w:rsid w:val="00E54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2CC12"/>
  <w15:chartTrackingRefBased/>
  <w15:docId w15:val="{387D80ED-80FE-4100-BAD1-95CFEDE72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3DC4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link w:val="Titolo1Carattere"/>
    <w:uiPriority w:val="9"/>
    <w:qFormat/>
    <w:rsid w:val="00443DC4"/>
    <w:pPr>
      <w:ind w:left="11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43DC4"/>
    <w:rPr>
      <w:rFonts w:ascii="Arial" w:eastAsia="Arial" w:hAnsi="Arial" w:cs="Arial"/>
      <w:b/>
      <w:bCs/>
      <w:kern w:val="0"/>
      <w:sz w:val="24"/>
      <w:szCs w:val="24"/>
      <w14:ligatures w14:val="none"/>
    </w:rPr>
  </w:style>
  <w:style w:type="paragraph" w:styleId="Corpotesto">
    <w:name w:val="Body Text"/>
    <w:basedOn w:val="Normale"/>
    <w:link w:val="CorpotestoCarattere"/>
    <w:uiPriority w:val="1"/>
    <w:qFormat/>
    <w:rsid w:val="00443DC4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43DC4"/>
    <w:rPr>
      <w:rFonts w:ascii="Arial MT" w:eastAsia="Arial MT" w:hAnsi="Arial MT" w:cs="Arial MT"/>
      <w:kern w:val="0"/>
      <w:sz w:val="24"/>
      <w:szCs w:val="24"/>
      <w14:ligatures w14:val="none"/>
    </w:rPr>
  </w:style>
  <w:style w:type="paragraph" w:styleId="Paragrafoelenco">
    <w:name w:val="List Paragraph"/>
    <w:basedOn w:val="Normale"/>
    <w:uiPriority w:val="34"/>
    <w:qFormat/>
    <w:rsid w:val="00443DC4"/>
    <w:pPr>
      <w:spacing w:before="139"/>
      <w:ind w:left="259" w:hanging="148"/>
    </w:pPr>
  </w:style>
  <w:style w:type="paragraph" w:customStyle="1" w:styleId="Default">
    <w:name w:val="Default"/>
    <w:rsid w:val="00443DC4"/>
    <w:pPr>
      <w:autoSpaceDE w:val="0"/>
      <w:autoSpaceDN w:val="0"/>
      <w:adjustRightInd w:val="0"/>
      <w:spacing w:after="0" w:line="240" w:lineRule="auto"/>
    </w:pPr>
    <w:rPr>
      <w:rFonts w:ascii="KEMOO H+ Frutiger Next Pro" w:eastAsia="Calibri" w:hAnsi="KEMOO H+ Frutiger Next Pro" w:cs="KEMOO H+ Frutiger Next Pro"/>
      <w:color w:val="000000"/>
      <w:kern w:val="0"/>
      <w:sz w:val="24"/>
      <w:szCs w:val="24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443DC4"/>
    <w:rPr>
      <w:color w:val="0563C1" w:themeColor="hyperlink"/>
      <w:u w:val="single"/>
    </w:rPr>
  </w:style>
  <w:style w:type="paragraph" w:customStyle="1" w:styleId="Comma">
    <w:name w:val="Comma"/>
    <w:basedOn w:val="Paragrafoelenco"/>
    <w:link w:val="CommaCarattere"/>
    <w:qFormat/>
    <w:rsid w:val="00443DC4"/>
    <w:pPr>
      <w:widowControl/>
      <w:numPr>
        <w:numId w:val="3"/>
      </w:numPr>
      <w:autoSpaceDE/>
      <w:autoSpaceDN/>
      <w:spacing w:before="0" w:after="240"/>
      <w:contextualSpacing/>
      <w:jc w:val="both"/>
    </w:pPr>
    <w:rPr>
      <w:rFonts w:asciiTheme="minorHAnsi" w:eastAsiaTheme="minorHAnsi" w:hAnsiTheme="minorHAnsi" w:cstheme="minorBidi"/>
    </w:rPr>
  </w:style>
  <w:style w:type="character" w:customStyle="1" w:styleId="CommaCarattere">
    <w:name w:val="Comma Carattere"/>
    <w:basedOn w:val="Carpredefinitoparagrafo"/>
    <w:link w:val="Comma"/>
    <w:rsid w:val="00443DC4"/>
    <w:rPr>
      <w:kern w:val="0"/>
      <w14:ligatures w14:val="non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B28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9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elezionicspi@postacert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852</Words>
  <Characters>4858</Characters>
  <Application>Microsoft Office Word</Application>
  <DocSecurity>0</DocSecurity>
  <Lines>40</Lines>
  <Paragraphs>11</Paragraphs>
  <ScaleCrop>false</ScaleCrop>
  <Company>MIUR</Company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Morrone</dc:creator>
  <cp:keywords/>
  <dc:description/>
  <cp:lastModifiedBy>Anna Morrone</cp:lastModifiedBy>
  <cp:revision>10</cp:revision>
  <dcterms:created xsi:type="dcterms:W3CDTF">2023-10-26T10:59:00Z</dcterms:created>
  <dcterms:modified xsi:type="dcterms:W3CDTF">2024-01-03T12:39:00Z</dcterms:modified>
</cp:coreProperties>
</file>